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B1" w:rsidRDefault="007B41B1">
      <w:pPr>
        <w:pStyle w:val="normal0"/>
        <w:spacing w:before="280" w:after="0" w:line="240" w:lineRule="auto"/>
        <w:jc w:val="both"/>
        <w:rPr>
          <w:rFonts w:ascii="Overlock" w:hAnsi="Overlock" w:cs="Overlock"/>
          <w:b/>
          <w:color w:val="444444"/>
          <w:sz w:val="24"/>
          <w:szCs w:val="24"/>
        </w:rPr>
      </w:pPr>
      <w:r>
        <w:rPr>
          <w:rFonts w:ascii="Overlock" w:hAnsi="Overlock" w:cs="Overlock"/>
          <w:b/>
          <w:color w:val="444444"/>
          <w:sz w:val="24"/>
          <w:szCs w:val="24"/>
        </w:rPr>
        <w:t>ALLEGATO 2</w:t>
      </w:r>
    </w:p>
    <w:p w:rsidR="007B41B1" w:rsidRPr="001C568B" w:rsidRDefault="007B41B1" w:rsidP="001C568B">
      <w:pPr>
        <w:pStyle w:val="normal0"/>
        <w:spacing w:after="0" w:line="240" w:lineRule="auto"/>
        <w:jc w:val="both"/>
        <w:rPr>
          <w:rFonts w:ascii="Overlock" w:hAnsi="Overlock" w:cs="Overlock"/>
          <w:b/>
          <w:color w:val="444444"/>
          <w:sz w:val="24"/>
          <w:szCs w:val="24"/>
        </w:rPr>
      </w:pPr>
    </w:p>
    <w:p w:rsidR="007B41B1" w:rsidRDefault="007B41B1">
      <w:pPr>
        <w:pStyle w:val="normal0"/>
        <w:spacing w:after="0" w:line="240" w:lineRule="auto"/>
        <w:jc w:val="center"/>
        <w:rPr>
          <w:rFonts w:ascii="Overlock" w:hAnsi="Overlock" w:cs="Overlock"/>
          <w:b/>
          <w:sz w:val="24"/>
          <w:szCs w:val="24"/>
        </w:rPr>
      </w:pPr>
      <w:r>
        <w:rPr>
          <w:rFonts w:ascii="Overlock" w:hAnsi="Overlock" w:cs="Overlock"/>
          <w:b/>
          <w:sz w:val="24"/>
          <w:szCs w:val="24"/>
        </w:rPr>
        <w:t xml:space="preserve">MODULO TRACCIABILITA’ FLUSSI FINANZIARI AI SENSI DELLA LEGGE 136/2010 </w:t>
      </w:r>
    </w:p>
    <w:p w:rsidR="007B41B1" w:rsidRDefault="007B41B1">
      <w:pPr>
        <w:pStyle w:val="normal0"/>
        <w:spacing w:after="0" w:line="240" w:lineRule="auto"/>
        <w:jc w:val="both"/>
        <w:rPr>
          <w:rFonts w:ascii="Overlock" w:hAnsi="Overlock" w:cs="Overlock"/>
          <w:sz w:val="24"/>
          <w:szCs w:val="24"/>
        </w:rPr>
      </w:pPr>
    </w:p>
    <w:p w:rsidR="007B41B1" w:rsidRDefault="007B41B1">
      <w:pPr>
        <w:pStyle w:val="normal0"/>
        <w:tabs>
          <w:tab w:val="left" w:pos="10915"/>
        </w:tabs>
        <w:spacing w:after="0" w:line="240" w:lineRule="auto"/>
        <w:jc w:val="both"/>
        <w:rPr>
          <w:rFonts w:ascii="Overlock" w:hAnsi="Overlock" w:cs="Overlock"/>
          <w:b/>
        </w:rPr>
      </w:pPr>
      <w:r>
        <w:rPr>
          <w:rFonts w:ascii="Overlock" w:hAnsi="Overlock" w:cs="Overlock"/>
          <w:b/>
        </w:rPr>
        <w:t xml:space="preserve">All’Istituto Comprensivo </w:t>
      </w:r>
      <w:smartTag w:uri="urn:schemas-microsoft-com:office:smarttags" w:element="PersonName">
        <w:smartTagPr>
          <w:attr w:name="ProductID" w:val="B. Gigli"/>
        </w:smartTagPr>
        <w:r>
          <w:rPr>
            <w:rFonts w:ascii="Overlock" w:hAnsi="Overlock" w:cs="Overlock"/>
            <w:b/>
          </w:rPr>
          <w:t>B. Gigli</w:t>
        </w:r>
      </w:smartTag>
      <w:r>
        <w:rPr>
          <w:rFonts w:ascii="Overlock" w:hAnsi="Overlock" w:cs="Overlock"/>
          <w:b/>
        </w:rPr>
        <w:t xml:space="preserve"> -Recanati </w:t>
      </w:r>
    </w:p>
    <w:p w:rsidR="007B41B1" w:rsidRDefault="007B41B1">
      <w:pPr>
        <w:pStyle w:val="normal0"/>
        <w:tabs>
          <w:tab w:val="left" w:pos="10915"/>
        </w:tabs>
        <w:spacing w:after="0" w:line="240" w:lineRule="auto"/>
        <w:ind w:left="1134" w:hanging="1134"/>
        <w:jc w:val="both"/>
        <w:rPr>
          <w:rFonts w:ascii="Overlock" w:hAnsi="Overlock" w:cs="Overlock"/>
        </w:rPr>
      </w:pPr>
    </w:p>
    <w:p w:rsidR="007B41B1" w:rsidRDefault="007B41B1">
      <w:pPr>
        <w:pStyle w:val="normal0"/>
        <w:tabs>
          <w:tab w:val="left" w:pos="10915"/>
        </w:tabs>
        <w:spacing w:after="0" w:line="240" w:lineRule="auto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 xml:space="preserve">Il/La Sottoscritto/a _____________________________________________ Nato/a il ____/____/______ </w:t>
      </w:r>
    </w:p>
    <w:p w:rsidR="007B41B1" w:rsidRDefault="007B41B1">
      <w:pPr>
        <w:pStyle w:val="normal0"/>
        <w:tabs>
          <w:tab w:val="left" w:pos="10915"/>
        </w:tabs>
        <w:spacing w:after="0" w:line="240" w:lineRule="auto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 xml:space="preserve">Residente in __________________________ Via ___________________________________________ codice fiscale _______________________________________________ in qualità di  ______________________________________________________________________ </w:t>
      </w:r>
    </w:p>
    <w:p w:rsidR="007B41B1" w:rsidRDefault="007B41B1">
      <w:pPr>
        <w:pStyle w:val="normal0"/>
        <w:tabs>
          <w:tab w:val="left" w:pos="10915"/>
        </w:tabs>
        <w:spacing w:after="0" w:line="240" w:lineRule="auto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>con sede in _________________________________________________  Via ________________________________________ Tel. _____________________ Fax _____________________    e-mail _________________________________  con Codice Fiscale/Partita IVA N.</w:t>
      </w:r>
      <w:r>
        <w:rPr>
          <w:rFonts w:ascii="Overlock" w:hAnsi="Overlock" w:cs="Overlock"/>
          <w:b/>
        </w:rPr>
        <w:t xml:space="preserve"> </w:t>
      </w:r>
      <w:r>
        <w:rPr>
          <w:rFonts w:ascii="Overlock" w:hAnsi="Overlock" w:cs="Overlock"/>
        </w:rPr>
        <w:t>_______________________________ (la seconda parte va compilata se si fa parte di associazioni o si possiede partita IVA)</w:t>
      </w:r>
    </w:p>
    <w:p w:rsidR="007B41B1" w:rsidRDefault="007B41B1">
      <w:pPr>
        <w:pStyle w:val="normal0"/>
        <w:tabs>
          <w:tab w:val="left" w:pos="10915"/>
        </w:tabs>
        <w:spacing w:after="0" w:line="240" w:lineRule="auto"/>
        <w:ind w:left="1134" w:hanging="1134"/>
        <w:jc w:val="both"/>
        <w:rPr>
          <w:rFonts w:ascii="Overlock" w:hAnsi="Overlock" w:cs="Overlock"/>
        </w:rPr>
      </w:pPr>
    </w:p>
    <w:p w:rsidR="007B41B1" w:rsidRDefault="007B41B1">
      <w:pPr>
        <w:pStyle w:val="normal0"/>
        <w:spacing w:after="0" w:line="240" w:lineRule="auto"/>
        <w:ind w:hanging="283"/>
        <w:jc w:val="both"/>
        <w:rPr>
          <w:rFonts w:ascii="Overlock" w:hAnsi="Overlock" w:cs="Overlock"/>
          <w:b/>
          <w:color w:val="000000"/>
        </w:rPr>
      </w:pPr>
      <w:r>
        <w:rPr>
          <w:rFonts w:ascii="Overlock" w:hAnsi="Overlock" w:cs="Overlock"/>
          <w:color w:val="000000"/>
        </w:rPr>
        <w:t xml:space="preserve">in relazione alla fornitura di beni/servizi, per il Progetto “Ascoltiamoci” </w:t>
      </w:r>
      <w:r>
        <w:rPr>
          <w:rFonts w:ascii="Overlock" w:hAnsi="Overlock" w:cs="Overlock"/>
          <w:b/>
          <w:color w:val="000000"/>
        </w:rPr>
        <w:t>consapevole che la falsa dichiarazione comporta responsabilità e sanzioni civili e penali ai sensi dell’art. 76 D.P.R. n. 445/2000,</w:t>
      </w:r>
    </w:p>
    <w:p w:rsidR="007B41B1" w:rsidRDefault="007B41B1">
      <w:pPr>
        <w:pStyle w:val="normal0"/>
        <w:spacing w:after="0" w:line="240" w:lineRule="auto"/>
        <w:ind w:hanging="283"/>
        <w:jc w:val="both"/>
        <w:rPr>
          <w:rFonts w:ascii="Overlock" w:hAnsi="Overlock" w:cs="Overlock"/>
          <w:b/>
          <w:color w:val="000000"/>
        </w:rPr>
      </w:pPr>
    </w:p>
    <w:p w:rsidR="007B41B1" w:rsidRDefault="007B41B1">
      <w:pPr>
        <w:pStyle w:val="normal0"/>
        <w:spacing w:after="0" w:line="240" w:lineRule="auto"/>
        <w:jc w:val="center"/>
        <w:rPr>
          <w:rFonts w:ascii="Overlock" w:hAnsi="Overlock" w:cs="Overlock"/>
          <w:b/>
          <w:sz w:val="24"/>
          <w:szCs w:val="24"/>
        </w:rPr>
      </w:pPr>
      <w:r>
        <w:rPr>
          <w:rFonts w:ascii="Overlock" w:hAnsi="Overlock" w:cs="Overlock"/>
          <w:b/>
          <w:sz w:val="24"/>
          <w:szCs w:val="24"/>
        </w:rPr>
        <w:t>D I C H I A R A</w:t>
      </w:r>
    </w:p>
    <w:p w:rsidR="007B41B1" w:rsidRDefault="007B41B1">
      <w:pPr>
        <w:pStyle w:val="normal0"/>
        <w:spacing w:after="0" w:line="240" w:lineRule="auto"/>
        <w:jc w:val="both"/>
        <w:rPr>
          <w:rFonts w:ascii="Overlock" w:hAnsi="Overlock" w:cs="Overlock"/>
          <w:b/>
        </w:rPr>
      </w:pPr>
    </w:p>
    <w:p w:rsidR="007B41B1" w:rsidRDefault="007B41B1">
      <w:pPr>
        <w:pStyle w:val="normal0"/>
        <w:numPr>
          <w:ilvl w:val="0"/>
          <w:numId w:val="1"/>
        </w:numPr>
        <w:spacing w:after="0" w:line="240" w:lineRule="auto"/>
        <w:ind w:left="600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>che ai sensi dell'art. 3, comma 7, della Legge 13 Agosto 2010, n. 136, è dedicato il seguente conto corrente bancario/postale:</w:t>
      </w:r>
    </w:p>
    <w:p w:rsidR="007B41B1" w:rsidRDefault="007B41B1">
      <w:pPr>
        <w:pStyle w:val="normal0"/>
        <w:spacing w:after="0" w:line="240" w:lineRule="auto"/>
        <w:ind w:left="5579" w:hanging="3419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>Numero conto corrente: ____________________________________________</w:t>
      </w:r>
    </w:p>
    <w:p w:rsidR="007B41B1" w:rsidRDefault="007B41B1">
      <w:pPr>
        <w:pStyle w:val="normal0"/>
        <w:spacing w:after="0" w:line="240" w:lineRule="auto"/>
        <w:ind w:left="5579" w:hanging="3419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>Istituto di Credito: ________________________________________________</w:t>
      </w:r>
    </w:p>
    <w:p w:rsidR="007B41B1" w:rsidRDefault="007B41B1">
      <w:pPr>
        <w:pStyle w:val="normal0"/>
        <w:spacing w:after="0" w:line="240" w:lineRule="auto"/>
        <w:ind w:left="5579" w:hanging="3419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>Agenzia: ________________________________________________________</w:t>
      </w:r>
    </w:p>
    <w:p w:rsidR="007B41B1" w:rsidRDefault="007B41B1">
      <w:pPr>
        <w:pStyle w:val="normal0"/>
        <w:spacing w:after="0" w:line="240" w:lineRule="auto"/>
        <w:ind w:left="5579" w:hanging="3419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>IBAN: __________________________________________________________</w:t>
      </w:r>
    </w:p>
    <w:p w:rsidR="007B41B1" w:rsidRDefault="007B41B1">
      <w:pPr>
        <w:pStyle w:val="normal0"/>
        <w:spacing w:after="0" w:line="240" w:lineRule="auto"/>
        <w:jc w:val="both"/>
        <w:rPr>
          <w:rFonts w:ascii="Overlock" w:hAnsi="Overlock" w:cs="Overlock"/>
        </w:rPr>
      </w:pPr>
    </w:p>
    <w:p w:rsidR="007B41B1" w:rsidRDefault="007B41B1">
      <w:pPr>
        <w:pStyle w:val="normal0"/>
        <w:numPr>
          <w:ilvl w:val="0"/>
          <w:numId w:val="1"/>
        </w:numPr>
        <w:spacing w:after="0" w:line="240" w:lineRule="auto"/>
        <w:ind w:left="600"/>
        <w:rPr>
          <w:rFonts w:ascii="Overlock" w:hAnsi="Overlock" w:cs="Overlock"/>
        </w:rPr>
      </w:pPr>
      <w:r>
        <w:rPr>
          <w:rFonts w:ascii="Overlock" w:hAnsi="Overlock" w:cs="Overlock"/>
        </w:rPr>
        <w:t>che il soggetti delegati ad operare sul conto corrente sopra menzionato sono i seguenti:</w:t>
      </w:r>
    </w:p>
    <w:p w:rsidR="007B41B1" w:rsidRDefault="007B41B1">
      <w:pPr>
        <w:pStyle w:val="normal0"/>
        <w:spacing w:after="0" w:line="240" w:lineRule="auto"/>
        <w:ind w:left="600"/>
        <w:rPr>
          <w:rFonts w:ascii="Overlock" w:hAnsi="Overlock" w:cs="Overlock"/>
        </w:rPr>
      </w:pPr>
    </w:p>
    <w:p w:rsidR="007B41B1" w:rsidRDefault="007B41B1">
      <w:pPr>
        <w:pStyle w:val="normal0"/>
        <w:numPr>
          <w:ilvl w:val="1"/>
          <w:numId w:val="1"/>
        </w:numPr>
        <w:spacing w:after="0" w:line="240" w:lineRule="auto"/>
        <w:ind w:left="958" w:hanging="357"/>
        <w:rPr>
          <w:rFonts w:ascii="Overlock" w:hAnsi="Overlock" w:cs="Overlock"/>
        </w:rPr>
      </w:pPr>
      <w:r>
        <w:rPr>
          <w:rFonts w:ascii="Overlock" w:hAnsi="Overlock" w:cs="Overlock"/>
        </w:rPr>
        <w:t>Sig./Sig.ra _________________________________ Nato/a a _______________________ il ______/______/________ Codice Fiscale _______________________________ Residente in _________________________________ Via ____________________________________</w:t>
      </w:r>
    </w:p>
    <w:p w:rsidR="007B41B1" w:rsidRDefault="007B41B1">
      <w:pPr>
        <w:pStyle w:val="normal0"/>
        <w:spacing w:after="0" w:line="240" w:lineRule="auto"/>
        <w:ind w:left="601"/>
        <w:rPr>
          <w:rFonts w:ascii="Overlock" w:hAnsi="Overlock" w:cs="Overlock"/>
        </w:rPr>
      </w:pPr>
    </w:p>
    <w:p w:rsidR="007B41B1" w:rsidRDefault="007B41B1">
      <w:pPr>
        <w:pStyle w:val="normal0"/>
        <w:numPr>
          <w:ilvl w:val="0"/>
          <w:numId w:val="1"/>
        </w:numPr>
        <w:spacing w:after="0" w:line="240" w:lineRule="auto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 xml:space="preserve">che ai sensi dell’art. 3 comma 8 della Legge 136 del 13/08/2010 il sottoscritto si assume l’obbligo di rispettare la normativa relativa alla tracciabilità dei flussi finanziari pena nullità assoluta del contratto. </w:t>
      </w:r>
    </w:p>
    <w:p w:rsidR="007B41B1" w:rsidRDefault="007B41B1">
      <w:pPr>
        <w:pStyle w:val="normal0"/>
        <w:spacing w:after="0" w:line="240" w:lineRule="auto"/>
        <w:jc w:val="both"/>
        <w:rPr>
          <w:rFonts w:ascii="Overlock" w:hAnsi="Overlock" w:cs="Overlock"/>
        </w:rPr>
      </w:pPr>
    </w:p>
    <w:p w:rsidR="007B41B1" w:rsidRDefault="007B41B1">
      <w:pPr>
        <w:pStyle w:val="normal0"/>
        <w:widowControl w:val="0"/>
        <w:spacing w:after="0" w:line="240" w:lineRule="auto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>Letto, confermato e sottoscritto il giorno ____/____/______</w:t>
      </w:r>
    </w:p>
    <w:p w:rsidR="007B41B1" w:rsidRDefault="007B41B1">
      <w:pPr>
        <w:pStyle w:val="normal0"/>
        <w:widowControl w:val="0"/>
        <w:spacing w:after="0" w:line="240" w:lineRule="auto"/>
        <w:ind w:left="6372" w:firstLine="572"/>
        <w:jc w:val="both"/>
        <w:rPr>
          <w:rFonts w:ascii="Overlock" w:hAnsi="Overlock" w:cs="Overlock"/>
        </w:rPr>
      </w:pPr>
      <w:r>
        <w:rPr>
          <w:rFonts w:ascii="Overlock" w:hAnsi="Overlock" w:cs="Overlock"/>
        </w:rPr>
        <w:t xml:space="preserve"> Il Sottoscrittore</w:t>
      </w:r>
      <w:r>
        <w:rPr>
          <w:rFonts w:ascii="Overlock" w:hAnsi="Overlock" w:cs="Overlock"/>
          <w:vertAlign w:val="superscript"/>
        </w:rPr>
        <w:footnoteReference w:id="2"/>
      </w:r>
    </w:p>
    <w:p w:rsidR="007B41B1" w:rsidRDefault="007B41B1">
      <w:pPr>
        <w:pStyle w:val="normal0"/>
        <w:widowControl w:val="0"/>
        <w:spacing w:after="0" w:line="240" w:lineRule="auto"/>
        <w:ind w:left="4956" w:firstLine="707"/>
        <w:jc w:val="center"/>
        <w:rPr>
          <w:rFonts w:ascii="Overlock" w:hAnsi="Overlock" w:cs="Overlock"/>
        </w:rPr>
      </w:pPr>
      <w:r>
        <w:rPr>
          <w:rFonts w:ascii="Overlock" w:hAnsi="Overlock" w:cs="Overlock"/>
        </w:rPr>
        <w:t>(firma)</w:t>
      </w:r>
    </w:p>
    <w:p w:rsidR="007B41B1" w:rsidRDefault="007B41B1">
      <w:pPr>
        <w:pStyle w:val="normal0"/>
        <w:widowControl w:val="0"/>
        <w:spacing w:after="0" w:line="240" w:lineRule="auto"/>
        <w:ind w:left="6372" w:firstLine="707"/>
        <w:jc w:val="both"/>
        <w:rPr>
          <w:rFonts w:ascii="Overlock" w:hAnsi="Overlock" w:cs="Overlock"/>
        </w:rPr>
      </w:pPr>
    </w:p>
    <w:p w:rsidR="007B41B1" w:rsidRDefault="007B41B1">
      <w:pPr>
        <w:pStyle w:val="normal0"/>
        <w:widowControl w:val="0"/>
        <w:spacing w:after="0" w:line="240" w:lineRule="auto"/>
        <w:ind w:left="6372" w:firstLine="707"/>
        <w:jc w:val="both"/>
        <w:rPr>
          <w:rFonts w:ascii="Overlock" w:hAnsi="Overlock" w:cs="Overlock"/>
        </w:rPr>
      </w:pPr>
    </w:p>
    <w:p w:rsidR="007B41B1" w:rsidRPr="001C568B" w:rsidRDefault="007B41B1" w:rsidP="001C568B">
      <w:pPr>
        <w:pStyle w:val="normal0"/>
        <w:spacing w:after="0" w:line="240" w:lineRule="auto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</w:rPr>
        <w:tab/>
        <w:t xml:space="preserve">              </w:t>
      </w: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  <w:t xml:space="preserve">     __________________________</w:t>
      </w:r>
    </w:p>
    <w:p w:rsidR="007B41B1" w:rsidRDefault="007B41B1">
      <w:pPr>
        <w:pStyle w:val="normal0"/>
        <w:spacing w:after="0" w:line="240" w:lineRule="auto"/>
        <w:jc w:val="both"/>
        <w:rPr>
          <w:rFonts w:ascii="Overlock" w:hAnsi="Overlock" w:cs="Overlock"/>
          <w:sz w:val="24"/>
          <w:szCs w:val="24"/>
        </w:rPr>
      </w:pPr>
    </w:p>
    <w:sectPr w:rsidR="007B41B1" w:rsidSect="001C568B">
      <w:pgSz w:w="11906" w:h="16838"/>
      <w:pgMar w:top="360" w:right="1133" w:bottom="360" w:left="1133" w:header="708" w:footer="708" w:gutter="0"/>
      <w:pgNumType w:start="1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1B1" w:rsidRDefault="007B41B1" w:rsidP="00E61819">
      <w:pPr>
        <w:spacing w:after="0" w:line="240" w:lineRule="auto"/>
      </w:pPr>
      <w:r>
        <w:separator/>
      </w:r>
    </w:p>
  </w:endnote>
  <w:endnote w:type="continuationSeparator" w:id="1">
    <w:p w:rsidR="007B41B1" w:rsidRDefault="007B41B1" w:rsidP="00E6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verlo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1B1" w:rsidRDefault="007B41B1" w:rsidP="00E61819">
      <w:pPr>
        <w:spacing w:after="0" w:line="240" w:lineRule="auto"/>
      </w:pPr>
      <w:r>
        <w:separator/>
      </w:r>
    </w:p>
  </w:footnote>
  <w:footnote w:type="continuationSeparator" w:id="1">
    <w:p w:rsidR="007B41B1" w:rsidRDefault="007B41B1" w:rsidP="00E61819">
      <w:pPr>
        <w:spacing w:after="0" w:line="240" w:lineRule="auto"/>
      </w:pPr>
      <w:r>
        <w:continuationSeparator/>
      </w:r>
    </w:p>
  </w:footnote>
  <w:footnote w:id="2">
    <w:p w:rsidR="007B41B1" w:rsidRDefault="007B41B1">
      <w:pPr>
        <w:pStyle w:val="normal0"/>
        <w:widowControl w:val="0"/>
        <w:spacing w:after="0" w:line="240" w:lineRule="auto"/>
        <w:ind w:left="120" w:hanging="120"/>
        <w:jc w:val="both"/>
      </w:pPr>
      <w:r>
        <w:rPr>
          <w:vertAlign w:val="superscript"/>
        </w:rPr>
        <w:footnoteRef/>
      </w:r>
      <w:r>
        <w:rPr>
          <w:rFonts w:ascii="Arial" w:hAnsi="Arial" w:cs="Arial"/>
          <w:color w:val="000000"/>
          <w:sz w:val="18"/>
          <w:szCs w:val="18"/>
        </w:rPr>
        <w:tab/>
        <w:t xml:space="preserve"> </w:t>
      </w:r>
      <w:r>
        <w:rPr>
          <w:b/>
          <w:color w:val="000000"/>
          <w:sz w:val="18"/>
          <w:szCs w:val="18"/>
        </w:rPr>
        <w:t>Allegare copia del documento d’identità (in corso di validità) del/i sottoscrittore/i, ai sensi dell’art. 38 D.P.R. 28/12/2000 n°445</w:t>
      </w:r>
      <w:r>
        <w:rPr>
          <w:rFonts w:ascii="Arial" w:hAnsi="Arial" w:cs="Arial"/>
          <w:b/>
          <w:color w:val="000000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088E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Times New Roman" w:hAnsi="Noto Sans Symbols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819"/>
    <w:rsid w:val="001521EB"/>
    <w:rsid w:val="00162783"/>
    <w:rsid w:val="001C568B"/>
    <w:rsid w:val="007B41B1"/>
    <w:rsid w:val="00E6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0"/>
    <w:next w:val="normal0"/>
    <w:link w:val="Heading1Char"/>
    <w:uiPriority w:val="99"/>
    <w:qFormat/>
    <w:rsid w:val="00E6181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E618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E6181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E618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E6181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E618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36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136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136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136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136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1360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E61819"/>
    <w:pPr>
      <w:spacing w:after="160" w:line="259" w:lineRule="auto"/>
    </w:pPr>
  </w:style>
  <w:style w:type="paragraph" w:styleId="Title">
    <w:name w:val="Title"/>
    <w:basedOn w:val="normal0"/>
    <w:next w:val="normal0"/>
    <w:link w:val="TitleChar"/>
    <w:uiPriority w:val="99"/>
    <w:qFormat/>
    <w:rsid w:val="00E61819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B136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E61819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DB1360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319</Words>
  <Characters>1820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subject/>
  <dc:creator/>
  <cp:keywords/>
  <dc:description/>
  <cp:lastModifiedBy>Utente</cp:lastModifiedBy>
  <cp:revision>2</cp:revision>
  <dcterms:created xsi:type="dcterms:W3CDTF">2020-01-07T12:15:00Z</dcterms:created>
  <dcterms:modified xsi:type="dcterms:W3CDTF">2020-01-07T12:15:00Z</dcterms:modified>
</cp:coreProperties>
</file>